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E924E" w14:textId="002753F3" w:rsidR="00CC70ED" w:rsidRDefault="00CC70ED" w:rsidP="00CC70E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7FCC5276" wp14:editId="2F6A651D">
            <wp:extent cx="2876190" cy="1314286"/>
            <wp:effectExtent l="0" t="0" r="635" b="635"/>
            <wp:docPr id="1201850791" name="Picture 1" descr="A close-up of a flag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850791" name="Picture 1" descr="A close-up of a flag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6190" cy="1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EDC25" w14:textId="41788D39" w:rsidR="00E668A7" w:rsidRPr="00C66485" w:rsidRDefault="006130E4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  <w:r w:rsidRPr="00C66485">
        <w:rPr>
          <w:rFonts w:ascii="Times New Roman" w:hAnsi="Times New Roman"/>
          <w:b/>
          <w:sz w:val="28"/>
          <w:szCs w:val="28"/>
        </w:rPr>
        <w:t>Notification Letter</w:t>
      </w:r>
      <w:r w:rsidR="00C66485">
        <w:rPr>
          <w:rFonts w:ascii="Times New Roman" w:hAnsi="Times New Roman"/>
          <w:b/>
          <w:sz w:val="28"/>
          <w:szCs w:val="28"/>
        </w:rPr>
        <w:t xml:space="preserve"> </w:t>
      </w:r>
      <w:r w:rsidR="00094D99">
        <w:rPr>
          <w:rFonts w:ascii="Times New Roman" w:hAnsi="Times New Roman"/>
          <w:b/>
          <w:sz w:val="28"/>
          <w:szCs w:val="28"/>
        </w:rPr>
        <w:t xml:space="preserve"> </w:t>
      </w:r>
    </w:p>
    <w:p w14:paraId="6131775D" w14:textId="137818C7" w:rsidR="009C7844" w:rsidRDefault="00853CE3" w:rsidP="009C7844">
      <w:pPr>
        <w:tabs>
          <w:tab w:val="clear" w:pos="720"/>
          <w:tab w:val="clear" w:pos="1440"/>
          <w:tab w:val="left" w:pos="709"/>
          <w:tab w:val="left" w:pos="1418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w:drawing>
          <wp:inline distT="0" distB="0" distL="0" distR="0" wp14:anchorId="015B41D2" wp14:editId="24F8B942">
            <wp:extent cx="956385" cy="1118235"/>
            <wp:effectExtent l="0" t="0" r="0" b="5715"/>
            <wp:docPr id="1870154805" name="Picture 1" descr="A red circle with a white cross in a blue triang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154805" name="Picture 1" descr="A red circle with a white cross in a blue triangle&#10;&#10;AI-generated content may be incorrec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8757" cy="1132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D015BA" w14:textId="77777777" w:rsidR="002479DB" w:rsidRPr="00CA6C68" w:rsidRDefault="002479DB" w:rsidP="009C7844">
      <w:pPr>
        <w:tabs>
          <w:tab w:val="clear" w:pos="720"/>
          <w:tab w:val="clear" w:pos="1440"/>
          <w:tab w:val="left" w:pos="709"/>
          <w:tab w:val="left" w:pos="1418"/>
        </w:tabs>
        <w:rPr>
          <w:rFonts w:ascii="Times New Roman" w:hAnsi="Times New Roman"/>
          <w:szCs w:val="22"/>
        </w:rPr>
      </w:pPr>
    </w:p>
    <w:p w14:paraId="41BD072C" w14:textId="68C1DA0C" w:rsidR="009C7844" w:rsidRPr="00416920" w:rsidRDefault="009C7844" w:rsidP="00853CE3">
      <w:pPr>
        <w:spacing w:before="0"/>
        <w:jc w:val="left"/>
        <w:rPr>
          <w:rFonts w:ascii="Times New Roman" w:hAnsi="Times New Roman"/>
          <w:b/>
          <w:bCs/>
          <w:szCs w:val="22"/>
          <w:lang w:val="sr-Latn-RS"/>
        </w:rPr>
      </w:pPr>
      <w:r w:rsidRPr="00416920">
        <w:rPr>
          <w:rFonts w:ascii="Times New Roman" w:hAnsi="Times New Roman"/>
          <w:b/>
          <w:bCs/>
          <w:szCs w:val="22"/>
          <w:lang w:val="sr-Latn-RS"/>
        </w:rPr>
        <w:t>Health Center Apatin,</w:t>
      </w:r>
    </w:p>
    <w:p w14:paraId="0BC8FB67" w14:textId="03FB9C02" w:rsidR="009C7844" w:rsidRPr="00416920" w:rsidRDefault="009C7844" w:rsidP="00853CE3">
      <w:pPr>
        <w:spacing w:before="0"/>
        <w:jc w:val="left"/>
        <w:rPr>
          <w:rFonts w:ascii="Times New Roman" w:hAnsi="Times New Roman"/>
          <w:b/>
          <w:bCs/>
          <w:szCs w:val="22"/>
          <w:lang w:val="sr-Latn-RS"/>
        </w:rPr>
      </w:pPr>
      <w:r w:rsidRPr="00416920">
        <w:rPr>
          <w:rFonts w:ascii="Times New Roman" w:hAnsi="Times New Roman"/>
          <w:b/>
          <w:bCs/>
          <w:szCs w:val="22"/>
          <w:lang w:val="sr-Latn-RS"/>
        </w:rPr>
        <w:t>Nušićeva</w:t>
      </w:r>
      <w:r>
        <w:rPr>
          <w:rFonts w:ascii="Times New Roman" w:hAnsi="Times New Roman"/>
          <w:b/>
          <w:bCs/>
          <w:szCs w:val="22"/>
          <w:lang w:val="sr-Latn-RS"/>
        </w:rPr>
        <w:t xml:space="preserve"> 66</w:t>
      </w:r>
      <w:r w:rsidRPr="00416920">
        <w:rPr>
          <w:rFonts w:ascii="Times New Roman" w:hAnsi="Times New Roman"/>
          <w:b/>
          <w:bCs/>
          <w:szCs w:val="22"/>
          <w:lang w:val="sr-Latn-RS"/>
        </w:rPr>
        <w:t>,</w:t>
      </w:r>
    </w:p>
    <w:p w14:paraId="38615EC8" w14:textId="77777777" w:rsidR="009C7844" w:rsidRPr="00416920" w:rsidRDefault="009C7844" w:rsidP="00853CE3">
      <w:pPr>
        <w:spacing w:before="0"/>
        <w:jc w:val="left"/>
        <w:rPr>
          <w:rFonts w:ascii="Times New Roman" w:hAnsi="Times New Roman"/>
          <w:b/>
          <w:bCs/>
          <w:szCs w:val="22"/>
          <w:lang w:val="sr-Latn-RS"/>
        </w:rPr>
      </w:pPr>
      <w:r w:rsidRPr="00416920">
        <w:rPr>
          <w:rFonts w:ascii="Times New Roman" w:hAnsi="Times New Roman"/>
          <w:b/>
          <w:bCs/>
          <w:szCs w:val="22"/>
          <w:lang w:val="sr-Latn-RS"/>
        </w:rPr>
        <w:t>31327 Apatin</w:t>
      </w:r>
    </w:p>
    <w:p w14:paraId="0A7DF99F" w14:textId="77777777" w:rsidR="009C7844" w:rsidRDefault="009C7844" w:rsidP="009C7844">
      <w:pPr>
        <w:rPr>
          <w:rFonts w:ascii="Times New Roman" w:hAnsi="Times New Roman"/>
          <w:szCs w:val="22"/>
          <w:highlight w:val="yellow"/>
        </w:rPr>
      </w:pPr>
    </w:p>
    <w:p w14:paraId="24806C1B" w14:textId="04478160" w:rsidR="00E668A7" w:rsidRPr="00C66485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</w:p>
    <w:p w14:paraId="7DC69B42" w14:textId="77777777" w:rsidR="00E668A7" w:rsidRPr="00C66485" w:rsidRDefault="00E668A7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&lt; </w:t>
      </w:r>
      <w:r w:rsidRPr="00976B7D">
        <w:rPr>
          <w:rFonts w:ascii="Times New Roman" w:hAnsi="Times New Roman"/>
          <w:szCs w:val="22"/>
          <w:highlight w:val="yellow"/>
        </w:rPr>
        <w:t>Date</w:t>
      </w:r>
      <w:r w:rsidRPr="00C66485">
        <w:rPr>
          <w:rFonts w:ascii="Times New Roman" w:hAnsi="Times New Roman"/>
          <w:szCs w:val="22"/>
        </w:rPr>
        <w:t xml:space="preserve"> &gt;</w:t>
      </w:r>
    </w:p>
    <w:p w14:paraId="473F3AAC" w14:textId="77777777" w:rsidR="00C66485" w:rsidRDefault="00E668A7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&lt; </w:t>
      </w:r>
      <w:r w:rsidR="00C66485" w:rsidRPr="00976B7D">
        <w:rPr>
          <w:rFonts w:ascii="Times New Roman" w:hAnsi="Times New Roman"/>
          <w:szCs w:val="22"/>
          <w:highlight w:val="yellow"/>
        </w:rPr>
        <w:t>Official name of tenderer / candidate /contractor</w:t>
      </w:r>
      <w:r w:rsidR="00C66485" w:rsidRPr="00C66485">
        <w:rPr>
          <w:rFonts w:ascii="Times New Roman" w:hAnsi="Times New Roman"/>
          <w:szCs w:val="22"/>
        </w:rPr>
        <w:t>&gt;</w:t>
      </w:r>
    </w:p>
    <w:p w14:paraId="5FBAB086" w14:textId="77777777" w:rsidR="00E668A7" w:rsidRPr="00C66485" w:rsidRDefault="00C66485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&lt;</w:t>
      </w:r>
      <w:r w:rsidR="00E668A7" w:rsidRPr="00976B7D">
        <w:rPr>
          <w:rFonts w:ascii="Times New Roman" w:hAnsi="Times New Roman"/>
          <w:szCs w:val="22"/>
          <w:highlight w:val="yellow"/>
        </w:rPr>
        <w:t xml:space="preserve">Address of tenderer / candidate / contractor </w:t>
      </w:r>
      <w:r w:rsidR="00E668A7" w:rsidRPr="00C66485">
        <w:rPr>
          <w:rFonts w:ascii="Times New Roman" w:hAnsi="Times New Roman"/>
          <w:szCs w:val="22"/>
        </w:rPr>
        <w:t>&gt;</w:t>
      </w:r>
    </w:p>
    <w:p w14:paraId="1812EEEE" w14:textId="45229610" w:rsidR="00E668A7" w:rsidRPr="00C66485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Our ref: </w:t>
      </w:r>
      <w:r w:rsidR="00F06012" w:rsidRPr="00F06012">
        <w:rPr>
          <w:rFonts w:ascii="Times New Roman" w:hAnsi="Times New Roman"/>
          <w:b/>
          <w:bCs/>
          <w:szCs w:val="22"/>
        </w:rPr>
        <w:t>HR-RS00054/CALL4HER/HCAP/01</w:t>
      </w:r>
    </w:p>
    <w:p w14:paraId="2964E9AB" w14:textId="77777777" w:rsidR="00E668A7" w:rsidRPr="00C66485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Dear &lt; </w:t>
      </w:r>
      <w:r w:rsidRPr="00976B7D">
        <w:rPr>
          <w:rFonts w:ascii="Times New Roman" w:hAnsi="Times New Roman"/>
          <w:szCs w:val="22"/>
          <w:highlight w:val="yellow"/>
        </w:rPr>
        <w:t>Contact name</w:t>
      </w:r>
      <w:r w:rsidRPr="00C66485">
        <w:rPr>
          <w:rFonts w:ascii="Times New Roman" w:hAnsi="Times New Roman"/>
          <w:szCs w:val="22"/>
        </w:rPr>
        <w:t xml:space="preserve"> &gt;</w:t>
      </w:r>
      <w:r w:rsidR="00D20A4C">
        <w:rPr>
          <w:rFonts w:ascii="Times New Roman" w:hAnsi="Times New Roman"/>
          <w:szCs w:val="22"/>
        </w:rPr>
        <w:t>,</w:t>
      </w:r>
    </w:p>
    <w:p w14:paraId="1F650A5B" w14:textId="169F917A" w:rsidR="00E668A7" w:rsidRPr="00C66485" w:rsidRDefault="002D1F7F" w:rsidP="00C66485">
      <w:pPr>
        <w:rPr>
          <w:rFonts w:ascii="Times New Roman" w:hAnsi="Times New Roman"/>
          <w:color w:val="000000"/>
          <w:szCs w:val="22"/>
        </w:rPr>
      </w:pPr>
      <w:r w:rsidRPr="002D1F7F">
        <w:rPr>
          <w:rFonts w:ascii="Times New Roman" w:hAnsi="Times New Roman"/>
          <w:b/>
          <w:szCs w:val="22"/>
        </w:rPr>
        <w:t>Supply of Ultrasound device - CALL4HER</w:t>
      </w:r>
      <w:r w:rsidR="00E668A7" w:rsidRPr="00C66485">
        <w:rPr>
          <w:rFonts w:ascii="Times New Roman" w:hAnsi="Times New Roman"/>
          <w:b/>
          <w:szCs w:val="22"/>
        </w:rPr>
        <w:t xml:space="preserve">, </w:t>
      </w:r>
      <w:proofErr w:type="spellStart"/>
      <w:r w:rsidR="00F06012">
        <w:rPr>
          <w:rFonts w:ascii="Times New Roman" w:hAnsi="Times New Roman"/>
          <w:b/>
          <w:szCs w:val="22"/>
        </w:rPr>
        <w:t>Apatin</w:t>
      </w:r>
      <w:proofErr w:type="spellEnd"/>
      <w:r w:rsidR="00E668A7" w:rsidRPr="00C66485">
        <w:rPr>
          <w:rFonts w:ascii="Times New Roman" w:hAnsi="Times New Roman"/>
          <w:color w:val="000000"/>
          <w:szCs w:val="22"/>
        </w:rPr>
        <w:t xml:space="preserve"> </w:t>
      </w:r>
    </w:p>
    <w:p w14:paraId="024B189C" w14:textId="7BBA42AE" w:rsidR="00E668A7" w:rsidRPr="00C66485" w:rsidRDefault="00E668A7" w:rsidP="00FE0290">
      <w:pPr>
        <w:spacing w:before="0" w:after="120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color w:val="000000"/>
          <w:szCs w:val="22"/>
        </w:rPr>
        <w:t xml:space="preserve">The above contract </w:t>
      </w:r>
      <w:r w:rsidR="00F53634">
        <w:rPr>
          <w:rFonts w:ascii="Times New Roman" w:hAnsi="Times New Roman"/>
          <w:color w:val="000000"/>
          <w:szCs w:val="22"/>
        </w:rPr>
        <w:t>may be</w:t>
      </w:r>
      <w:r w:rsidRPr="00C66485">
        <w:rPr>
          <w:rFonts w:ascii="Times New Roman" w:hAnsi="Times New Roman"/>
          <w:color w:val="000000"/>
          <w:szCs w:val="22"/>
        </w:rPr>
        <w:t xml:space="preserve"> awarded to you</w:t>
      </w:r>
      <w:r w:rsidR="00C66485">
        <w:rPr>
          <w:rFonts w:ascii="Times New Roman" w:hAnsi="Times New Roman"/>
          <w:color w:val="000000"/>
          <w:szCs w:val="22"/>
        </w:rPr>
        <w:t xml:space="preserve"> </w:t>
      </w:r>
      <w:r w:rsidR="005848DB" w:rsidRPr="00914D8C">
        <w:rPr>
          <w:rFonts w:ascii="Times New Roman" w:hAnsi="Times New Roman"/>
          <w:color w:val="000000"/>
          <w:szCs w:val="22"/>
        </w:rPr>
        <w:t xml:space="preserve">subject to the eligibility of the proofs </w:t>
      </w:r>
      <w:r w:rsidR="00EB2990">
        <w:rPr>
          <w:rFonts w:ascii="Times New Roman" w:hAnsi="Times New Roman"/>
          <w:color w:val="000000"/>
          <w:szCs w:val="22"/>
        </w:rPr>
        <w:t xml:space="preserve">when requested, </w:t>
      </w:r>
      <w:r w:rsidR="005848DB" w:rsidRPr="00914D8C">
        <w:rPr>
          <w:rFonts w:ascii="Times New Roman" w:hAnsi="Times New Roman"/>
          <w:color w:val="000000"/>
          <w:szCs w:val="22"/>
        </w:rPr>
        <w:t xml:space="preserve">related to the exclusion situations </w:t>
      </w:r>
      <w:r w:rsidR="003562AB" w:rsidRPr="00914D8C">
        <w:rPr>
          <w:rFonts w:ascii="Times New Roman" w:hAnsi="Times New Roman"/>
          <w:color w:val="000000"/>
          <w:szCs w:val="22"/>
        </w:rPr>
        <w:t xml:space="preserve">and selection criteria </w:t>
      </w:r>
      <w:r w:rsidR="00E77577" w:rsidRPr="00914D8C">
        <w:rPr>
          <w:rFonts w:ascii="Times New Roman" w:hAnsi="Times New Roman"/>
          <w:color w:val="000000"/>
          <w:szCs w:val="22"/>
        </w:rPr>
        <w:t>mentioned below</w:t>
      </w:r>
      <w:r w:rsidR="005848DB" w:rsidRPr="00914D8C">
        <w:rPr>
          <w:rFonts w:ascii="Times New Roman" w:hAnsi="Times New Roman"/>
          <w:color w:val="000000"/>
          <w:szCs w:val="22"/>
        </w:rPr>
        <w:t>,</w:t>
      </w:r>
      <w:r w:rsidR="00E77577" w:rsidRPr="00914D8C">
        <w:rPr>
          <w:rFonts w:ascii="Times New Roman" w:hAnsi="Times New Roman"/>
          <w:color w:val="000000"/>
          <w:szCs w:val="22"/>
        </w:rPr>
        <w:t xml:space="preserve"> </w:t>
      </w:r>
      <w:r w:rsidRPr="00914D8C">
        <w:rPr>
          <w:rFonts w:ascii="Times New Roman" w:hAnsi="Times New Roman"/>
          <w:color w:val="000000"/>
          <w:szCs w:val="22"/>
        </w:rPr>
        <w:t>for</w:t>
      </w:r>
      <w:r w:rsidRPr="00C66485">
        <w:rPr>
          <w:rFonts w:ascii="Times New Roman" w:hAnsi="Times New Roman"/>
          <w:color w:val="000000"/>
          <w:szCs w:val="22"/>
        </w:rPr>
        <w:t xml:space="preserve"> the amount mentioned in your tender </w:t>
      </w:r>
      <w:r w:rsidR="00860FF6">
        <w:rPr>
          <w:rFonts w:ascii="Times New Roman" w:hAnsi="Times New Roman"/>
          <w:color w:val="000000"/>
          <w:szCs w:val="22"/>
        </w:rPr>
        <w:t>&lt;</w:t>
      </w:r>
      <w:r w:rsidRPr="00976B7D">
        <w:rPr>
          <w:rFonts w:ascii="Times New Roman" w:hAnsi="Times New Roman"/>
          <w:color w:val="000000"/>
          <w:szCs w:val="22"/>
          <w:highlight w:val="yellow"/>
        </w:rPr>
        <w:t>…</w:t>
      </w:r>
      <w:r w:rsidR="00860FF6">
        <w:rPr>
          <w:rFonts w:ascii="Times New Roman" w:hAnsi="Times New Roman"/>
          <w:color w:val="000000"/>
          <w:szCs w:val="22"/>
        </w:rPr>
        <w:t>&gt;</w:t>
      </w:r>
      <w:r w:rsidRPr="00C66485">
        <w:rPr>
          <w:rFonts w:ascii="Times New Roman" w:hAnsi="Times New Roman"/>
          <w:color w:val="000000"/>
          <w:szCs w:val="22"/>
        </w:rPr>
        <w:t xml:space="preserve"> and </w:t>
      </w:r>
      <w:proofErr w:type="gramStart"/>
      <w:r w:rsidRPr="00C66485">
        <w:rPr>
          <w:rFonts w:ascii="Times New Roman" w:hAnsi="Times New Roman"/>
          <w:color w:val="000000"/>
          <w:szCs w:val="22"/>
        </w:rPr>
        <w:t>on the basis of</w:t>
      </w:r>
      <w:proofErr w:type="gramEnd"/>
      <w:r w:rsidRPr="00C66485">
        <w:rPr>
          <w:rFonts w:ascii="Times New Roman" w:hAnsi="Times New Roman"/>
          <w:color w:val="000000"/>
          <w:szCs w:val="22"/>
        </w:rPr>
        <w:t xml:space="preserve"> the conditions stipulated in the tender dossier.</w:t>
      </w:r>
      <w:r w:rsidR="00F57977">
        <w:rPr>
          <w:rFonts w:ascii="Times New Roman" w:hAnsi="Times New Roman"/>
          <w:color w:val="000000"/>
          <w:szCs w:val="22"/>
        </w:rPr>
        <w:t xml:space="preserve"> </w:t>
      </w:r>
      <w:r w:rsidRPr="00C66485">
        <w:rPr>
          <w:rFonts w:ascii="Times New Roman" w:hAnsi="Times New Roman"/>
          <w:color w:val="000000"/>
          <w:szCs w:val="22"/>
        </w:rPr>
        <w:t xml:space="preserve">The contract value is </w:t>
      </w:r>
      <w:r w:rsidRPr="00F06012">
        <w:rPr>
          <w:rFonts w:ascii="Times New Roman" w:hAnsi="Times New Roman"/>
          <w:color w:val="000000"/>
          <w:szCs w:val="22"/>
        </w:rPr>
        <w:t>EUR</w:t>
      </w:r>
      <w:r w:rsidR="00F06012" w:rsidRPr="00F06012">
        <w:rPr>
          <w:rFonts w:ascii="Times New Roman" w:hAnsi="Times New Roman"/>
          <w:color w:val="000000"/>
          <w:szCs w:val="22"/>
        </w:rPr>
        <w:t>/RSD</w:t>
      </w:r>
      <w:r w:rsidRPr="00C66485">
        <w:rPr>
          <w:rFonts w:ascii="Times New Roman" w:hAnsi="Times New Roman"/>
          <w:color w:val="000000"/>
          <w:szCs w:val="22"/>
        </w:rPr>
        <w:t xml:space="preserve"> &lt;</w:t>
      </w:r>
      <w:r w:rsidRPr="00976B7D">
        <w:rPr>
          <w:rFonts w:ascii="Times New Roman" w:hAnsi="Times New Roman"/>
          <w:color w:val="000000"/>
          <w:szCs w:val="22"/>
          <w:highlight w:val="yellow"/>
        </w:rPr>
        <w:t>amount</w:t>
      </w:r>
      <w:r w:rsidRPr="00C66485">
        <w:rPr>
          <w:rFonts w:ascii="Times New Roman" w:hAnsi="Times New Roman"/>
          <w:color w:val="000000"/>
          <w:szCs w:val="22"/>
        </w:rPr>
        <w:t xml:space="preserve">&gt;. </w:t>
      </w:r>
    </w:p>
    <w:p w14:paraId="6F82DFD8" w14:textId="43949626" w:rsidR="000B7C77" w:rsidRPr="00860FF6" w:rsidRDefault="00E668A7" w:rsidP="00FE0290">
      <w:pPr>
        <w:spacing w:before="0" w:after="120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color w:val="000000"/>
          <w:szCs w:val="22"/>
        </w:rPr>
        <w:t>Please complete a new financial identification form if your bank account details have changed since those submitted with your tender.</w:t>
      </w:r>
    </w:p>
    <w:p w14:paraId="0AD2601A" w14:textId="12411550" w:rsidR="00703F40" w:rsidRDefault="00703F4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szCs w:val="22"/>
          <w:lang w:bidi="kn-IN"/>
        </w:rPr>
      </w:pPr>
      <w:r w:rsidRPr="00703F40">
        <w:rPr>
          <w:rFonts w:ascii="Times New Roman" w:hAnsi="Times New Roman"/>
          <w:szCs w:val="22"/>
        </w:rPr>
        <w:t xml:space="preserve">Supporting documents may be </w:t>
      </w:r>
      <w:r w:rsidRPr="00F06012">
        <w:rPr>
          <w:rFonts w:ascii="Times New Roman" w:hAnsi="Times New Roman"/>
          <w:szCs w:val="22"/>
        </w:rPr>
        <w:t xml:space="preserve">in </w:t>
      </w:r>
      <w:r w:rsidR="00F06012" w:rsidRPr="00F06012">
        <w:rPr>
          <w:rStyle w:val="Emphasis"/>
          <w:rFonts w:ascii="Times New Roman" w:hAnsi="Times New Roman"/>
          <w:szCs w:val="22"/>
        </w:rPr>
        <w:t>English</w:t>
      </w:r>
      <w:r w:rsidRPr="00F06012">
        <w:rPr>
          <w:rFonts w:ascii="Times New Roman" w:hAnsi="Times New Roman"/>
          <w:szCs w:val="22"/>
        </w:rPr>
        <w:t xml:space="preserve"> or in another langu</w:t>
      </w:r>
      <w:r w:rsidRPr="00703F40">
        <w:rPr>
          <w:rFonts w:ascii="Times New Roman" w:hAnsi="Times New Roman"/>
          <w:szCs w:val="22"/>
        </w:rPr>
        <w:t>age, provided they are accompanied by a translation into the language of the procedure. For the purposes of interpreting the tender, the language of the procedure has precedence</w:t>
      </w:r>
    </w:p>
    <w:p w14:paraId="56B248F5" w14:textId="13DE5AF0" w:rsidR="00703F40" w:rsidRDefault="00952C3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 w:rsidRPr="00952C30">
        <w:rPr>
          <w:rFonts w:ascii="Times New Roman" w:hAnsi="Times New Roman"/>
          <w:color w:val="000000"/>
          <w:szCs w:val="22"/>
        </w:rPr>
        <w:t xml:space="preserve">The </w:t>
      </w:r>
      <w:r>
        <w:rPr>
          <w:rFonts w:ascii="Times New Roman" w:hAnsi="Times New Roman"/>
          <w:color w:val="000000"/>
          <w:szCs w:val="22"/>
        </w:rPr>
        <w:t xml:space="preserve">documentary </w:t>
      </w:r>
      <w:proofErr w:type="gramStart"/>
      <w:r>
        <w:rPr>
          <w:rFonts w:ascii="Times New Roman" w:hAnsi="Times New Roman"/>
          <w:color w:val="000000"/>
          <w:szCs w:val="22"/>
        </w:rPr>
        <w:t>evidences</w:t>
      </w:r>
      <w:proofErr w:type="gramEnd"/>
      <w:r>
        <w:rPr>
          <w:rFonts w:ascii="Times New Roman" w:hAnsi="Times New Roman"/>
          <w:color w:val="000000"/>
          <w:szCs w:val="22"/>
        </w:rPr>
        <w:t xml:space="preserve"> may be</w:t>
      </w:r>
      <w:r w:rsidRPr="00952C30">
        <w:rPr>
          <w:rFonts w:ascii="Times New Roman" w:hAnsi="Times New Roman"/>
          <w:color w:val="000000"/>
          <w:szCs w:val="22"/>
        </w:rPr>
        <w:t xml:space="preserve"> in original or copy. </w:t>
      </w:r>
      <w:r w:rsidR="00A03094" w:rsidRPr="00952C30">
        <w:rPr>
          <w:rFonts w:ascii="Times New Roman" w:hAnsi="Times New Roman"/>
          <w:color w:val="000000"/>
          <w:szCs w:val="22"/>
        </w:rPr>
        <w:t>If copies</w:t>
      </w:r>
      <w:r w:rsidRPr="00952C30">
        <w:rPr>
          <w:rFonts w:ascii="Times New Roman" w:hAnsi="Times New Roman"/>
          <w:color w:val="000000"/>
          <w:szCs w:val="22"/>
        </w:rPr>
        <w:t xml:space="preserve"> are submitted</w:t>
      </w:r>
      <w:r w:rsidR="000B59B8">
        <w:rPr>
          <w:rFonts w:ascii="Times New Roman" w:hAnsi="Times New Roman"/>
          <w:color w:val="000000"/>
          <w:szCs w:val="22"/>
        </w:rPr>
        <w:t>,</w:t>
      </w:r>
      <w:r w:rsidRPr="00952C30">
        <w:rPr>
          <w:rFonts w:ascii="Times New Roman" w:hAnsi="Times New Roman"/>
          <w:color w:val="000000"/>
          <w:szCs w:val="22"/>
        </w:rPr>
        <w:t xml:space="preserve"> the originals must be </w:t>
      </w:r>
      <w:r>
        <w:rPr>
          <w:rFonts w:ascii="Times New Roman" w:hAnsi="Times New Roman"/>
          <w:color w:val="000000"/>
          <w:szCs w:val="22"/>
        </w:rPr>
        <w:t>dispatched</w:t>
      </w:r>
      <w:r w:rsidRPr="00952C30">
        <w:rPr>
          <w:rFonts w:ascii="Times New Roman" w:hAnsi="Times New Roman"/>
          <w:color w:val="000000"/>
          <w:szCs w:val="22"/>
        </w:rPr>
        <w:t xml:space="preserve"> to the Contracting Authority upon request.</w:t>
      </w:r>
    </w:p>
    <w:p w14:paraId="10A5C37C" w14:textId="77777777" w:rsidR="006A1841" w:rsidRDefault="006A184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Please submit the requested information within below specified deadline to the following address:</w:t>
      </w:r>
    </w:p>
    <w:p w14:paraId="424935C7" w14:textId="77777777" w:rsidR="006A1841" w:rsidRDefault="006A184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szCs w:val="22"/>
        </w:rPr>
        <w:t>&lt;</w:t>
      </w:r>
      <w:r w:rsidRPr="00976B7D">
        <w:rPr>
          <w:rFonts w:ascii="Times New Roman" w:hAnsi="Times New Roman"/>
          <w:szCs w:val="22"/>
          <w:highlight w:val="yellow"/>
        </w:rPr>
        <w:t>Name and address of the Contracting Authority, for the attention of &lt;</w:t>
      </w:r>
      <w:r w:rsidRPr="00243783">
        <w:rPr>
          <w:rFonts w:ascii="Times New Roman" w:hAnsi="Times New Roman"/>
          <w:szCs w:val="22"/>
          <w:highlight w:val="yellow"/>
        </w:rPr>
        <w:t>address of unit/section</w:t>
      </w:r>
      <w:r>
        <w:rPr>
          <w:rFonts w:ascii="Times New Roman" w:hAnsi="Times New Roman"/>
          <w:szCs w:val="22"/>
        </w:rPr>
        <w:t>&gt;</w:t>
      </w:r>
      <w:r w:rsidR="00860FF6">
        <w:rPr>
          <w:rFonts w:ascii="Times New Roman" w:hAnsi="Times New Roman"/>
          <w:szCs w:val="22"/>
        </w:rPr>
        <w:t>&gt;</w:t>
      </w:r>
    </w:p>
    <w:p w14:paraId="0DA0E2F2" w14:textId="77777777" w:rsidR="001D3C11" w:rsidRPr="001D3C11" w:rsidRDefault="008E4BC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 w:rsidRPr="00F06012">
        <w:rPr>
          <w:rFonts w:ascii="Times New Roman" w:hAnsi="Times New Roman"/>
          <w:color w:val="000000"/>
          <w:szCs w:val="22"/>
        </w:rPr>
        <w:t xml:space="preserve">The contract will be sent to you for signature </w:t>
      </w:r>
      <w:r w:rsidR="00336C50" w:rsidRPr="00F06012">
        <w:rPr>
          <w:rFonts w:ascii="Times New Roman" w:hAnsi="Times New Roman"/>
          <w:color w:val="000000"/>
          <w:szCs w:val="22"/>
        </w:rPr>
        <w:t xml:space="preserve">if you provide the above requested evidence documents </w:t>
      </w:r>
      <w:r w:rsidR="00E5307C" w:rsidRPr="00F06012">
        <w:rPr>
          <w:rFonts w:ascii="Times New Roman" w:hAnsi="Times New Roman"/>
          <w:color w:val="000000"/>
          <w:szCs w:val="22"/>
        </w:rPr>
        <w:t xml:space="preserve">within 15 calendar days </w:t>
      </w:r>
      <w:r w:rsidR="00336C50" w:rsidRPr="00F06012">
        <w:rPr>
          <w:rFonts w:ascii="Times New Roman" w:hAnsi="Times New Roman"/>
          <w:color w:val="000000"/>
          <w:szCs w:val="22"/>
        </w:rPr>
        <w:t>following receipt of this notification of award.</w:t>
      </w:r>
      <w:r w:rsidR="00F57977" w:rsidRPr="00F06012">
        <w:rPr>
          <w:rFonts w:ascii="Times New Roman" w:hAnsi="Times New Roman"/>
          <w:color w:val="000000"/>
          <w:szCs w:val="22"/>
        </w:rPr>
        <w:t xml:space="preserve"> </w:t>
      </w:r>
      <w:r w:rsidR="001D3C11" w:rsidRPr="00F06012">
        <w:rPr>
          <w:rFonts w:ascii="Times New Roman" w:hAnsi="Times New Roman"/>
          <w:szCs w:val="22"/>
        </w:rPr>
        <w:t xml:space="preserve">Note that the Contracting Authority may not be </w:t>
      </w:r>
      <w:proofErr w:type="gramStart"/>
      <w:r w:rsidR="001D3C11" w:rsidRPr="00F06012">
        <w:rPr>
          <w:rFonts w:ascii="Times New Roman" w:hAnsi="Times New Roman"/>
          <w:szCs w:val="22"/>
        </w:rPr>
        <w:t>in a position</w:t>
      </w:r>
      <w:proofErr w:type="gramEnd"/>
      <w:r w:rsidR="001D3C11" w:rsidRPr="00F06012">
        <w:rPr>
          <w:rFonts w:ascii="Times New Roman" w:hAnsi="Times New Roman"/>
          <w:szCs w:val="22"/>
        </w:rPr>
        <w:t xml:space="preserve"> to honour the contract if the required documents/information is not submitted within the above time limit</w:t>
      </w:r>
      <w:r w:rsidR="00A93358" w:rsidRPr="00F06012">
        <w:rPr>
          <w:rFonts w:ascii="Times New Roman" w:hAnsi="Times New Roman"/>
          <w:szCs w:val="22"/>
        </w:rPr>
        <w:t xml:space="preserve"> or i</w:t>
      </w:r>
      <w:r w:rsidR="00E54139" w:rsidRPr="00F06012">
        <w:rPr>
          <w:rFonts w:ascii="Times New Roman" w:hAnsi="Times New Roman"/>
          <w:szCs w:val="22"/>
        </w:rPr>
        <w:t>f they do not meet the requirements set out above</w:t>
      </w:r>
      <w:r w:rsidR="001D3C11" w:rsidRPr="00F06012">
        <w:rPr>
          <w:rFonts w:ascii="Times New Roman" w:hAnsi="Times New Roman"/>
          <w:szCs w:val="22"/>
        </w:rPr>
        <w:t>.</w:t>
      </w:r>
      <w:r w:rsidR="001D3C11" w:rsidRPr="001D3C11">
        <w:rPr>
          <w:rFonts w:ascii="Times New Roman" w:hAnsi="Times New Roman"/>
          <w:szCs w:val="22"/>
        </w:rPr>
        <w:t xml:space="preserve"> </w:t>
      </w:r>
    </w:p>
    <w:p w14:paraId="702F149C" w14:textId="77777777" w:rsidR="00703F40" w:rsidRDefault="00703F4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jc w:val="left"/>
        <w:rPr>
          <w:rFonts w:ascii="Times New Roman" w:hAnsi="Times New Roman"/>
          <w:color w:val="000000"/>
          <w:szCs w:val="22"/>
        </w:rPr>
      </w:pPr>
    </w:p>
    <w:p w14:paraId="585E9085" w14:textId="3EDB238C" w:rsidR="00CE34F2" w:rsidRPr="00C66485" w:rsidRDefault="00E668A7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Yours sincerely</w:t>
      </w:r>
      <w:r w:rsidR="00D20A4C">
        <w:rPr>
          <w:rFonts w:ascii="Times New Roman" w:hAnsi="Times New Roman"/>
          <w:szCs w:val="22"/>
        </w:rPr>
        <w:t>,</w:t>
      </w:r>
    </w:p>
    <w:p w14:paraId="55980F47" w14:textId="1DDF8F57" w:rsidR="00C74556" w:rsidRDefault="00AD32BC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600"/>
        <w:ind w:left="5103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___________________________</w:t>
      </w:r>
    </w:p>
    <w:p w14:paraId="1E0FD1C4" w14:textId="2A2B2E32" w:rsidR="00E668A7" w:rsidRPr="00C66485" w:rsidRDefault="00CE34F2" w:rsidP="00C7455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b/>
          <w:szCs w:val="22"/>
        </w:rPr>
      </w:pPr>
      <w:r w:rsidRPr="00CE34F2">
        <w:rPr>
          <w:rFonts w:ascii="Times New Roman" w:hAnsi="Times New Roman"/>
          <w:szCs w:val="22"/>
        </w:rPr>
        <w:t xml:space="preserve">dr. Branislav </w:t>
      </w:r>
      <w:proofErr w:type="spellStart"/>
      <w:r w:rsidRPr="00CE34F2">
        <w:rPr>
          <w:rFonts w:ascii="Times New Roman" w:hAnsi="Times New Roman"/>
          <w:szCs w:val="22"/>
        </w:rPr>
        <w:t>Raketić</w:t>
      </w:r>
      <w:proofErr w:type="spellEnd"/>
      <w:r>
        <w:rPr>
          <w:rFonts w:ascii="Times New Roman" w:hAnsi="Times New Roman"/>
          <w:szCs w:val="22"/>
        </w:rPr>
        <w:t>, Director</w:t>
      </w:r>
    </w:p>
    <w:sectPr w:rsidR="00E668A7" w:rsidRPr="00C66485" w:rsidSect="00CE34F2">
      <w:footerReference w:type="even" r:id="rId9"/>
      <w:footerReference w:type="default" r:id="rId10"/>
      <w:footerReference w:type="first" r:id="rId11"/>
      <w:type w:val="continuous"/>
      <w:pgSz w:w="11913" w:h="16834" w:code="9"/>
      <w:pgMar w:top="810" w:right="1418" w:bottom="993" w:left="1134" w:header="568" w:footer="675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B5635" w14:textId="77777777" w:rsidR="00387009" w:rsidRDefault="00387009">
      <w:r>
        <w:separator/>
      </w:r>
    </w:p>
  </w:endnote>
  <w:endnote w:type="continuationSeparator" w:id="0">
    <w:p w14:paraId="2DB04FFB" w14:textId="77777777" w:rsidR="00387009" w:rsidRDefault="00387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43DBD" w14:textId="77777777" w:rsidR="00D24A1D" w:rsidRDefault="00D24A1D" w:rsidP="00244E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F2131AF" w14:textId="77777777" w:rsidR="00D24A1D" w:rsidRDefault="00D24A1D" w:rsidP="00244E5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68219" w14:textId="77777777" w:rsidR="004C6C27" w:rsidRPr="000F52ED" w:rsidRDefault="004C6C27" w:rsidP="00243783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505"/>
      </w:tabs>
      <w:ind w:right="357"/>
      <w:rPr>
        <w:rFonts w:ascii="Times New Roman" w:hAnsi="Times New Roman"/>
        <w:b w:val="0"/>
      </w:rPr>
    </w:pPr>
    <w:r w:rsidRPr="000F52ED">
      <w:rPr>
        <w:rFonts w:ascii="Times New Roman" w:hAnsi="Times New Roman"/>
        <w:b w:val="0"/>
      </w:rPr>
      <w:tab/>
      <w:t xml:space="preserve">Page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PAGE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D851E7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  <w:r w:rsidRPr="000F52ED">
      <w:rPr>
        <w:rFonts w:ascii="Times New Roman" w:hAnsi="Times New Roman"/>
        <w:b w:val="0"/>
      </w:rPr>
      <w:t xml:space="preserve"> of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NUMPAGES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D851E7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</w:p>
  <w:p w14:paraId="3E59F264" w14:textId="77777777" w:rsidR="00D24A1D" w:rsidRPr="00243783" w:rsidRDefault="00D24A1D" w:rsidP="00183CF4">
    <w:pPr>
      <w:spacing w:before="0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41C8E" w14:textId="77777777" w:rsidR="00D24A1D" w:rsidRPr="000F52ED" w:rsidRDefault="00D24A1D" w:rsidP="00F5797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505"/>
      </w:tabs>
      <w:ind w:right="360"/>
      <w:rPr>
        <w:rFonts w:ascii="Times New Roman" w:hAnsi="Times New Roman"/>
        <w:b w:val="0"/>
      </w:rPr>
    </w:pPr>
    <w:r w:rsidRPr="000F52ED">
      <w:rPr>
        <w:rFonts w:ascii="Times New Roman" w:hAnsi="Times New Roman"/>
        <w:b w:val="0"/>
      </w:rPr>
      <w:tab/>
      <w:t xml:space="preserve">Page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PAGE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D851E7">
      <w:rPr>
        <w:rFonts w:ascii="Times New Roman" w:hAnsi="Times New Roman"/>
        <w:b w:val="0"/>
        <w:noProof/>
      </w:rPr>
      <w:t>1</w:t>
    </w:r>
    <w:r w:rsidRPr="000F52ED">
      <w:rPr>
        <w:rFonts w:ascii="Times New Roman" w:hAnsi="Times New Roman"/>
        <w:b w:val="0"/>
        <w:lang w:val="fr-BE"/>
      </w:rPr>
      <w:fldChar w:fldCharType="end"/>
    </w:r>
    <w:r w:rsidRPr="000F52ED">
      <w:rPr>
        <w:rFonts w:ascii="Times New Roman" w:hAnsi="Times New Roman"/>
        <w:b w:val="0"/>
      </w:rPr>
      <w:t xml:space="preserve"> of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NUMPAGES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D851E7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</w:p>
  <w:p w14:paraId="2438311B" w14:textId="77777777" w:rsidR="00D24A1D" w:rsidRPr="00183CF4" w:rsidRDefault="00D24A1D" w:rsidP="00183CF4">
    <w:pPr>
      <w:spacing w:before="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B9F70" w14:textId="77777777" w:rsidR="00387009" w:rsidRDefault="00387009">
      <w:r>
        <w:separator/>
      </w:r>
    </w:p>
  </w:footnote>
  <w:footnote w:type="continuationSeparator" w:id="0">
    <w:p w14:paraId="6601D073" w14:textId="77777777" w:rsidR="00387009" w:rsidRDefault="00387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1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1310600288">
    <w:abstractNumId w:val="2"/>
  </w:num>
  <w:num w:numId="2" w16cid:durableId="1222518648">
    <w:abstractNumId w:val="1"/>
  </w:num>
  <w:num w:numId="3" w16cid:durableId="152917351">
    <w:abstractNumId w:val="1"/>
  </w:num>
  <w:num w:numId="4" w16cid:durableId="1948273767">
    <w:abstractNumId w:val="1"/>
  </w:num>
  <w:num w:numId="5" w16cid:durableId="1175610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F30FE5"/>
    <w:rsid w:val="00012BB1"/>
    <w:rsid w:val="000202CC"/>
    <w:rsid w:val="0003183A"/>
    <w:rsid w:val="00037BC6"/>
    <w:rsid w:val="00040CE7"/>
    <w:rsid w:val="00046A74"/>
    <w:rsid w:val="00047632"/>
    <w:rsid w:val="00047AA7"/>
    <w:rsid w:val="0005289B"/>
    <w:rsid w:val="00094D99"/>
    <w:rsid w:val="000B4902"/>
    <w:rsid w:val="000B59B8"/>
    <w:rsid w:val="000B747C"/>
    <w:rsid w:val="000B7C77"/>
    <w:rsid w:val="000C0A7D"/>
    <w:rsid w:val="000D73F8"/>
    <w:rsid w:val="000E66FE"/>
    <w:rsid w:val="000F0074"/>
    <w:rsid w:val="000F1B9E"/>
    <w:rsid w:val="000F2DFE"/>
    <w:rsid w:val="000F52ED"/>
    <w:rsid w:val="0010190C"/>
    <w:rsid w:val="001318D8"/>
    <w:rsid w:val="00136084"/>
    <w:rsid w:val="00151E3B"/>
    <w:rsid w:val="0015484F"/>
    <w:rsid w:val="00167EE6"/>
    <w:rsid w:val="00183CF4"/>
    <w:rsid w:val="001A4205"/>
    <w:rsid w:val="001A4511"/>
    <w:rsid w:val="001B18C3"/>
    <w:rsid w:val="001C1A85"/>
    <w:rsid w:val="001D3C11"/>
    <w:rsid w:val="001D6F91"/>
    <w:rsid w:val="001E1CD3"/>
    <w:rsid w:val="00206498"/>
    <w:rsid w:val="002110AE"/>
    <w:rsid w:val="002120D0"/>
    <w:rsid w:val="00215EA7"/>
    <w:rsid w:val="0022062C"/>
    <w:rsid w:val="002325AA"/>
    <w:rsid w:val="00236E79"/>
    <w:rsid w:val="00243783"/>
    <w:rsid w:val="00244E56"/>
    <w:rsid w:val="00245602"/>
    <w:rsid w:val="00246F7D"/>
    <w:rsid w:val="002479DB"/>
    <w:rsid w:val="00271484"/>
    <w:rsid w:val="00292E8E"/>
    <w:rsid w:val="002932ED"/>
    <w:rsid w:val="002947BE"/>
    <w:rsid w:val="002949A5"/>
    <w:rsid w:val="00295469"/>
    <w:rsid w:val="002A61C4"/>
    <w:rsid w:val="002B056E"/>
    <w:rsid w:val="002B25AC"/>
    <w:rsid w:val="002C4991"/>
    <w:rsid w:val="002C4FF0"/>
    <w:rsid w:val="002D100E"/>
    <w:rsid w:val="002D1F7F"/>
    <w:rsid w:val="002E1359"/>
    <w:rsid w:val="002E2B65"/>
    <w:rsid w:val="002F6796"/>
    <w:rsid w:val="00335BA7"/>
    <w:rsid w:val="00336C50"/>
    <w:rsid w:val="00353BCB"/>
    <w:rsid w:val="003562AB"/>
    <w:rsid w:val="00360305"/>
    <w:rsid w:val="003604C6"/>
    <w:rsid w:val="00372703"/>
    <w:rsid w:val="0037561C"/>
    <w:rsid w:val="00376BF8"/>
    <w:rsid w:val="00387009"/>
    <w:rsid w:val="00390379"/>
    <w:rsid w:val="003A18CD"/>
    <w:rsid w:val="003A2337"/>
    <w:rsid w:val="003A61E0"/>
    <w:rsid w:val="003B590B"/>
    <w:rsid w:val="003C0899"/>
    <w:rsid w:val="003E6B0F"/>
    <w:rsid w:val="003F2BD2"/>
    <w:rsid w:val="003F3B9C"/>
    <w:rsid w:val="00411BF7"/>
    <w:rsid w:val="00427A7C"/>
    <w:rsid w:val="0044795F"/>
    <w:rsid w:val="004571DF"/>
    <w:rsid w:val="00474E4B"/>
    <w:rsid w:val="00484502"/>
    <w:rsid w:val="00491385"/>
    <w:rsid w:val="004C6C27"/>
    <w:rsid w:val="004D1755"/>
    <w:rsid w:val="004F0EB6"/>
    <w:rsid w:val="004F5B83"/>
    <w:rsid w:val="00514258"/>
    <w:rsid w:val="005345AE"/>
    <w:rsid w:val="00537F65"/>
    <w:rsid w:val="00547F68"/>
    <w:rsid w:val="00551B55"/>
    <w:rsid w:val="005528E0"/>
    <w:rsid w:val="00552C2E"/>
    <w:rsid w:val="00554C82"/>
    <w:rsid w:val="00555668"/>
    <w:rsid w:val="00566012"/>
    <w:rsid w:val="0058188F"/>
    <w:rsid w:val="005848DB"/>
    <w:rsid w:val="00587974"/>
    <w:rsid w:val="005968BD"/>
    <w:rsid w:val="005A3CAF"/>
    <w:rsid w:val="005B73D2"/>
    <w:rsid w:val="005C07C5"/>
    <w:rsid w:val="005C213D"/>
    <w:rsid w:val="005C3C69"/>
    <w:rsid w:val="005C6C65"/>
    <w:rsid w:val="005D558E"/>
    <w:rsid w:val="005E1EAB"/>
    <w:rsid w:val="005E4FA6"/>
    <w:rsid w:val="00604040"/>
    <w:rsid w:val="00610A00"/>
    <w:rsid w:val="00610FDE"/>
    <w:rsid w:val="006130E4"/>
    <w:rsid w:val="00631DE0"/>
    <w:rsid w:val="00633FE7"/>
    <w:rsid w:val="00642282"/>
    <w:rsid w:val="00650D14"/>
    <w:rsid w:val="006526C3"/>
    <w:rsid w:val="006555BA"/>
    <w:rsid w:val="006617CA"/>
    <w:rsid w:val="00664DD0"/>
    <w:rsid w:val="0067747B"/>
    <w:rsid w:val="00683E8E"/>
    <w:rsid w:val="0069239E"/>
    <w:rsid w:val="006A1841"/>
    <w:rsid w:val="006A7A17"/>
    <w:rsid w:val="006C269A"/>
    <w:rsid w:val="006C2843"/>
    <w:rsid w:val="006C618E"/>
    <w:rsid w:val="006D1F4D"/>
    <w:rsid w:val="006F3D58"/>
    <w:rsid w:val="00700AB9"/>
    <w:rsid w:val="00703F40"/>
    <w:rsid w:val="007142D2"/>
    <w:rsid w:val="00720F1A"/>
    <w:rsid w:val="00721FDA"/>
    <w:rsid w:val="00731192"/>
    <w:rsid w:val="007444CC"/>
    <w:rsid w:val="00783177"/>
    <w:rsid w:val="007A6A71"/>
    <w:rsid w:val="007B2300"/>
    <w:rsid w:val="007B247D"/>
    <w:rsid w:val="007C0727"/>
    <w:rsid w:val="007C401E"/>
    <w:rsid w:val="007E2C31"/>
    <w:rsid w:val="007F0E71"/>
    <w:rsid w:val="007F287A"/>
    <w:rsid w:val="007F5D55"/>
    <w:rsid w:val="008064C4"/>
    <w:rsid w:val="00822F8D"/>
    <w:rsid w:val="0084601F"/>
    <w:rsid w:val="00853CE3"/>
    <w:rsid w:val="00860FF6"/>
    <w:rsid w:val="008B7F40"/>
    <w:rsid w:val="008C65B4"/>
    <w:rsid w:val="008D1B96"/>
    <w:rsid w:val="008D31BE"/>
    <w:rsid w:val="008D4F49"/>
    <w:rsid w:val="008D534B"/>
    <w:rsid w:val="008D6821"/>
    <w:rsid w:val="008E22CA"/>
    <w:rsid w:val="008E4BC1"/>
    <w:rsid w:val="008E612A"/>
    <w:rsid w:val="00905E78"/>
    <w:rsid w:val="00914D8C"/>
    <w:rsid w:val="00917340"/>
    <w:rsid w:val="00920BED"/>
    <w:rsid w:val="00926085"/>
    <w:rsid w:val="009266B0"/>
    <w:rsid w:val="0094559A"/>
    <w:rsid w:val="00952C30"/>
    <w:rsid w:val="009548DE"/>
    <w:rsid w:val="00975AD5"/>
    <w:rsid w:val="00976B7D"/>
    <w:rsid w:val="0098216D"/>
    <w:rsid w:val="0098378D"/>
    <w:rsid w:val="009874BE"/>
    <w:rsid w:val="009A786D"/>
    <w:rsid w:val="009B17AA"/>
    <w:rsid w:val="009B1B8E"/>
    <w:rsid w:val="009B3CB8"/>
    <w:rsid w:val="009C7844"/>
    <w:rsid w:val="009D0039"/>
    <w:rsid w:val="009D7289"/>
    <w:rsid w:val="009F62FF"/>
    <w:rsid w:val="00A00CF0"/>
    <w:rsid w:val="00A03094"/>
    <w:rsid w:val="00A03549"/>
    <w:rsid w:val="00A33BF7"/>
    <w:rsid w:val="00A351E9"/>
    <w:rsid w:val="00A4414D"/>
    <w:rsid w:val="00A57BDB"/>
    <w:rsid w:val="00A71396"/>
    <w:rsid w:val="00A735B2"/>
    <w:rsid w:val="00A93358"/>
    <w:rsid w:val="00A94D90"/>
    <w:rsid w:val="00A9601B"/>
    <w:rsid w:val="00AA463F"/>
    <w:rsid w:val="00AB31D1"/>
    <w:rsid w:val="00AB4E09"/>
    <w:rsid w:val="00AB6A4A"/>
    <w:rsid w:val="00AC1F14"/>
    <w:rsid w:val="00AC2489"/>
    <w:rsid w:val="00AD1E55"/>
    <w:rsid w:val="00AD32BC"/>
    <w:rsid w:val="00AD6030"/>
    <w:rsid w:val="00B02FDB"/>
    <w:rsid w:val="00B07533"/>
    <w:rsid w:val="00B26E63"/>
    <w:rsid w:val="00B42215"/>
    <w:rsid w:val="00B42331"/>
    <w:rsid w:val="00B51EE5"/>
    <w:rsid w:val="00B60789"/>
    <w:rsid w:val="00B61A03"/>
    <w:rsid w:val="00B67E13"/>
    <w:rsid w:val="00B73A90"/>
    <w:rsid w:val="00B837EA"/>
    <w:rsid w:val="00BA4E24"/>
    <w:rsid w:val="00BA6B43"/>
    <w:rsid w:val="00BD3CDB"/>
    <w:rsid w:val="00C14F8F"/>
    <w:rsid w:val="00C237B0"/>
    <w:rsid w:val="00C24EB9"/>
    <w:rsid w:val="00C430E0"/>
    <w:rsid w:val="00C47276"/>
    <w:rsid w:val="00C47FA5"/>
    <w:rsid w:val="00C66485"/>
    <w:rsid w:val="00C74556"/>
    <w:rsid w:val="00C74CC6"/>
    <w:rsid w:val="00C773F2"/>
    <w:rsid w:val="00C87CB9"/>
    <w:rsid w:val="00C90A62"/>
    <w:rsid w:val="00C9653F"/>
    <w:rsid w:val="00CA72A4"/>
    <w:rsid w:val="00CB2250"/>
    <w:rsid w:val="00CB334A"/>
    <w:rsid w:val="00CC006A"/>
    <w:rsid w:val="00CC1308"/>
    <w:rsid w:val="00CC70ED"/>
    <w:rsid w:val="00CD497D"/>
    <w:rsid w:val="00CD73AB"/>
    <w:rsid w:val="00CE34F2"/>
    <w:rsid w:val="00CF0C2D"/>
    <w:rsid w:val="00D206F7"/>
    <w:rsid w:val="00D20A4C"/>
    <w:rsid w:val="00D24A1D"/>
    <w:rsid w:val="00D40540"/>
    <w:rsid w:val="00D41173"/>
    <w:rsid w:val="00D41DF6"/>
    <w:rsid w:val="00D82876"/>
    <w:rsid w:val="00D851E7"/>
    <w:rsid w:val="00D874F3"/>
    <w:rsid w:val="00DC5477"/>
    <w:rsid w:val="00DD288E"/>
    <w:rsid w:val="00DE09BE"/>
    <w:rsid w:val="00DE5C4C"/>
    <w:rsid w:val="00DF0451"/>
    <w:rsid w:val="00E2035D"/>
    <w:rsid w:val="00E50FE6"/>
    <w:rsid w:val="00E5307C"/>
    <w:rsid w:val="00E5359D"/>
    <w:rsid w:val="00E54139"/>
    <w:rsid w:val="00E668A7"/>
    <w:rsid w:val="00E66B98"/>
    <w:rsid w:val="00E740B1"/>
    <w:rsid w:val="00E77577"/>
    <w:rsid w:val="00E77FBB"/>
    <w:rsid w:val="00E96498"/>
    <w:rsid w:val="00EB2990"/>
    <w:rsid w:val="00EC25D8"/>
    <w:rsid w:val="00EE20B2"/>
    <w:rsid w:val="00EE5895"/>
    <w:rsid w:val="00F06012"/>
    <w:rsid w:val="00F11822"/>
    <w:rsid w:val="00F12165"/>
    <w:rsid w:val="00F2249D"/>
    <w:rsid w:val="00F30FE5"/>
    <w:rsid w:val="00F438C7"/>
    <w:rsid w:val="00F43C04"/>
    <w:rsid w:val="00F45285"/>
    <w:rsid w:val="00F51CAD"/>
    <w:rsid w:val="00F53634"/>
    <w:rsid w:val="00F558C2"/>
    <w:rsid w:val="00F57977"/>
    <w:rsid w:val="00F63239"/>
    <w:rsid w:val="00F92E86"/>
    <w:rsid w:val="00FA00CA"/>
    <w:rsid w:val="00FB2572"/>
    <w:rsid w:val="00FE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1AB3CA"/>
  <w15:chartTrackingRefBased/>
  <w15:docId w15:val="{36BF7496-A28A-42DA-922D-B3ADEC707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3CF4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Subtitle">
    <w:name w:val="Subtitle"/>
    <w:basedOn w:val="Normal"/>
    <w:link w:val="SubtitleChar"/>
    <w:qFormat/>
    <w:rsid w:val="005C213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jc w:val="center"/>
    </w:pPr>
    <w:rPr>
      <w:rFonts w:ascii="Times New Roman" w:hAnsi="Times New Roman"/>
      <w:b/>
      <w:sz w:val="28"/>
      <w:lang w:val="fr-BE"/>
    </w:rPr>
  </w:style>
  <w:style w:type="paragraph" w:styleId="BalloonText">
    <w:name w:val="Balloon Text"/>
    <w:basedOn w:val="Normal"/>
    <w:semiHidden/>
    <w:rsid w:val="00A0309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9D7289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num" w:pos="567"/>
      </w:tabs>
      <w:spacing w:before="0"/>
    </w:pPr>
    <w:rPr>
      <w:rFonts w:ascii="Times New Roman" w:hAnsi="Times New Roman"/>
      <w:sz w:val="24"/>
      <w:lang w:val="sv-SE"/>
    </w:rPr>
  </w:style>
  <w:style w:type="character" w:customStyle="1" w:styleId="SubtitleChar">
    <w:name w:val="Subtitle Char"/>
    <w:link w:val="Subtitle"/>
    <w:locked/>
    <w:rsid w:val="00860FF6"/>
    <w:rPr>
      <w:rFonts w:ascii="Times New Roman" w:hAnsi="Times New Roman"/>
      <w:b/>
      <w:sz w:val="28"/>
      <w:lang w:val="fr-BE"/>
    </w:rPr>
  </w:style>
  <w:style w:type="character" w:styleId="CommentReference">
    <w:name w:val="annotation reference"/>
    <w:rsid w:val="005556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55668"/>
    <w:rPr>
      <w:sz w:val="20"/>
    </w:rPr>
  </w:style>
  <w:style w:type="character" w:customStyle="1" w:styleId="CommentTextChar">
    <w:name w:val="Comment Text Char"/>
    <w:link w:val="CommentText"/>
    <w:rsid w:val="0055566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55668"/>
    <w:rPr>
      <w:b/>
      <w:bCs/>
    </w:rPr>
  </w:style>
  <w:style w:type="character" w:customStyle="1" w:styleId="CommentSubjectChar">
    <w:name w:val="Comment Subject Char"/>
    <w:link w:val="CommentSubject"/>
    <w:rsid w:val="00555668"/>
    <w:rPr>
      <w:rFonts w:ascii="Arial" w:hAnsi="Arial"/>
      <w:b/>
      <w:bCs/>
    </w:rPr>
  </w:style>
  <w:style w:type="character" w:styleId="Emphasis">
    <w:name w:val="Emphasis"/>
    <w:qFormat/>
    <w:rsid w:val="00703F40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11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boucada</dc:creator>
  <cp:keywords/>
  <cp:lastModifiedBy>Computer</cp:lastModifiedBy>
  <cp:revision>14</cp:revision>
  <cp:lastPrinted>2015-11-09T10:14:00Z</cp:lastPrinted>
  <dcterms:created xsi:type="dcterms:W3CDTF">2019-04-14T16:09:00Z</dcterms:created>
  <dcterms:modified xsi:type="dcterms:W3CDTF">2025-03-10T21:22:00Z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-1598218951</vt:i4>
  </property>
  <property fmtid="{D5CDD505-2E9C-101B-9397-08002B2CF9AE}" pid="3" name="_ReviewingToolsShownOnce">
    <vt:lpwstr/>
  </property>
  <property fmtid="{D5CDD505-2E9C-101B-9397-08002B2CF9AE}" pid="4" name="Checked by">
    <vt:lpwstr>duboile</vt:lpwstr>
  </property>
</Properties>
</file>